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AB770" w14:textId="1F802FBF" w:rsidR="00F37F00" w:rsidRPr="0068220B" w:rsidRDefault="00D6728A" w:rsidP="00044EB7">
      <w:r w:rsidRPr="00D6728A">
        <w:rPr>
          <w:noProof/>
        </w:rPr>
        <w:drawing>
          <wp:inline distT="0" distB="0" distL="0" distR="0" wp14:anchorId="1AB34178" wp14:editId="25C20680">
            <wp:extent cx="7235825" cy="6282055"/>
            <wp:effectExtent l="0" t="0" r="0" b="0"/>
            <wp:docPr id="31059003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5825" cy="628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3868B8" w14:textId="78D65AED" w:rsidR="004C7D07" w:rsidRDefault="004C7D07" w:rsidP="004C7D07">
      <w:r>
        <w:lastRenderedPageBreak/>
        <w:t xml:space="preserve">THEORETICAL MASS FOR </w:t>
      </w:r>
      <w:r w:rsidR="0068220B">
        <w:t>[M</w:t>
      </w:r>
      <w:r w:rsidR="0064523F">
        <w:t>+</w:t>
      </w:r>
      <w:proofErr w:type="gramStart"/>
      <w:r w:rsidR="0068220B">
        <w:t>H</w:t>
      </w:r>
      <w:r>
        <w:t>]</w:t>
      </w:r>
      <w:r w:rsidR="0064523F">
        <w:t>+</w:t>
      </w:r>
      <w:proofErr w:type="gramEnd"/>
      <w:r>
        <w:t xml:space="preserve"> = </w:t>
      </w:r>
      <w:r w:rsidR="0064523F">
        <w:t>197.</w:t>
      </w:r>
      <w:r w:rsidR="00D6728A">
        <w:t>0631</w:t>
      </w:r>
    </w:p>
    <w:p w14:paraId="6E649104" w14:textId="388A2D8C" w:rsidR="006A7AC2" w:rsidRDefault="003C5554" w:rsidP="00CB5DD1">
      <w:r>
        <w:t>EXPECTED ION NOT FOUND.</w:t>
      </w:r>
    </w:p>
    <w:p w14:paraId="76CF9120" w14:textId="498DA7CB" w:rsidR="00D6728A" w:rsidRDefault="00D6728A" w:rsidP="00CB5DD1">
      <w:r>
        <w:t>POSSIBLE FORMULA FOR 179m/z</w:t>
      </w:r>
    </w:p>
    <w:p w14:paraId="53CD59F7" w14:textId="18915F84" w:rsidR="00D6728A" w:rsidRDefault="00D6728A" w:rsidP="00CB5DD1">
      <w:r>
        <w:t>Formula               RDB          Error (ppm)</w:t>
      </w:r>
    </w:p>
    <w:p w14:paraId="4BAE449F" w14:textId="5685B57D" w:rsidR="00D6728A" w:rsidRDefault="00D6728A" w:rsidP="00CB5DD1">
      <w:r w:rsidRPr="00D6728A">
        <w:t>C10 H11 O S</w:t>
      </w:r>
      <w:r w:rsidRPr="00D6728A">
        <w:tab/>
        <w:t xml:space="preserve"> 5.5</w:t>
      </w:r>
      <w:r w:rsidRPr="00D6728A">
        <w:tab/>
        <w:t xml:space="preserve">    1.049</w:t>
      </w:r>
    </w:p>
    <w:sectPr w:rsidR="00D6728A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F00"/>
    <w:rsid w:val="00030D5F"/>
    <w:rsid w:val="00044EB7"/>
    <w:rsid w:val="000B1DA3"/>
    <w:rsid w:val="000E3EC1"/>
    <w:rsid w:val="00136CB7"/>
    <w:rsid w:val="00191DF1"/>
    <w:rsid w:val="001C3256"/>
    <w:rsid w:val="001E2407"/>
    <w:rsid w:val="00246905"/>
    <w:rsid w:val="002508BC"/>
    <w:rsid w:val="00251D5B"/>
    <w:rsid w:val="00275E2A"/>
    <w:rsid w:val="002A11F7"/>
    <w:rsid w:val="003362A6"/>
    <w:rsid w:val="0037624E"/>
    <w:rsid w:val="003A286F"/>
    <w:rsid w:val="003B0136"/>
    <w:rsid w:val="003C5554"/>
    <w:rsid w:val="003E6E4E"/>
    <w:rsid w:val="00424546"/>
    <w:rsid w:val="004465BB"/>
    <w:rsid w:val="004B040E"/>
    <w:rsid w:val="004C2A0A"/>
    <w:rsid w:val="004C7D07"/>
    <w:rsid w:val="00525E2E"/>
    <w:rsid w:val="005438A3"/>
    <w:rsid w:val="00595483"/>
    <w:rsid w:val="005E6365"/>
    <w:rsid w:val="00626E7A"/>
    <w:rsid w:val="0064523F"/>
    <w:rsid w:val="0068220B"/>
    <w:rsid w:val="00697E1F"/>
    <w:rsid w:val="006A7AC2"/>
    <w:rsid w:val="007D4DFB"/>
    <w:rsid w:val="008059CC"/>
    <w:rsid w:val="00863BE8"/>
    <w:rsid w:val="00880753"/>
    <w:rsid w:val="0089748F"/>
    <w:rsid w:val="00A06372"/>
    <w:rsid w:val="00A30E6A"/>
    <w:rsid w:val="00AA367B"/>
    <w:rsid w:val="00B14461"/>
    <w:rsid w:val="00B22530"/>
    <w:rsid w:val="00CB5DD1"/>
    <w:rsid w:val="00D6728A"/>
    <w:rsid w:val="00DA3507"/>
    <w:rsid w:val="00DC1254"/>
    <w:rsid w:val="00DF6EA1"/>
    <w:rsid w:val="00E126C3"/>
    <w:rsid w:val="00E54A7D"/>
    <w:rsid w:val="00E751C4"/>
    <w:rsid w:val="00F23A8B"/>
    <w:rsid w:val="00F37F00"/>
    <w:rsid w:val="00F45B5D"/>
    <w:rsid w:val="00F94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0D57F"/>
  <w15:docId w15:val="{E500B294-BA27-4C7A-BE44-B2130D125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13</TotalTime>
  <Pages>2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Waters</dc:creator>
  <cp:lastModifiedBy>Puchnarewicz, Malgorzata</cp:lastModifiedBy>
  <cp:revision>2</cp:revision>
  <dcterms:created xsi:type="dcterms:W3CDTF">2023-05-24T10:54:00Z</dcterms:created>
  <dcterms:modified xsi:type="dcterms:W3CDTF">2023-05-24T10:54:00Z</dcterms:modified>
</cp:coreProperties>
</file>